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51496316" w:rsidR="005C6DCE" w:rsidRPr="0080358B" w:rsidRDefault="00426555" w:rsidP="005C6DCE">
      <w:pPr>
        <w:spacing w:after="0"/>
        <w:jc w:val="right"/>
        <w:rPr>
          <w:sz w:val="22"/>
          <w:szCs w:val="18"/>
          <w:lang w:val="en-US"/>
        </w:rPr>
      </w:pPr>
      <w:r>
        <w:rPr>
          <w:sz w:val="22"/>
          <w:szCs w:val="18"/>
          <w:lang w:val="en-US"/>
        </w:rPr>
        <w:t>14/01/2026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426555"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6A4EE93A" w:rsidR="006938F5" w:rsidRDefault="00426555" w:rsidP="006718D3">
            <w:pPr>
              <w:spacing w:after="0"/>
              <w:jc w:val="left"/>
            </w:pPr>
            <w:r>
              <w:t>HR.B</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37FCB259" w:rsidR="006938F5" w:rsidRDefault="00426555" w:rsidP="006718D3">
            <w:pPr>
              <w:spacing w:after="0"/>
              <w:jc w:val="left"/>
            </w:pPr>
            <w:r>
              <w:t>435757</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29212050" w:rsidR="4EEB584D" w:rsidRDefault="00426555"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41CC56E7" w:rsidR="006938F5" w:rsidRDefault="00426555"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346D3741" w:rsidR="3C2D33B5" w:rsidRDefault="00426555" w:rsidP="14270372">
            <w:pPr>
              <w:spacing w:after="0"/>
              <w:jc w:val="left"/>
            </w:pPr>
            <w:r>
              <w:t>Brussels</w:t>
            </w:r>
          </w:p>
          <w:p w14:paraId="6B7C1AA9" w14:textId="68826CA7" w:rsidR="3C2D33B5" w:rsidRDefault="00426555" w:rsidP="14270372">
            <w:pPr>
              <w:spacing w:after="0"/>
              <w:jc w:val="left"/>
            </w:pPr>
            <w:r>
              <w:t>Bruxelles</w:t>
            </w:r>
          </w:p>
          <w:p w14:paraId="5C918E8F" w14:textId="08BA7A0D" w:rsidR="3C2D33B5" w:rsidRDefault="00426555"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21407C01" w:rsidR="006938F5" w:rsidRDefault="00426555" w:rsidP="006718D3">
            <w:pPr>
              <w:spacing w:after="0"/>
              <w:jc w:val="left"/>
            </w:pPr>
            <w:r>
              <w:t>Cost-free</w:t>
            </w:r>
          </w:p>
          <w:p w14:paraId="02E31856" w14:textId="27449CAF" w:rsidR="006938F5" w:rsidRDefault="00426555" w:rsidP="006718D3">
            <w:pPr>
              <w:spacing w:after="0"/>
              <w:jc w:val="left"/>
            </w:pPr>
            <w:r>
              <w:t>Sans frais</w:t>
            </w:r>
          </w:p>
          <w:p w14:paraId="720FD450" w14:textId="254D95A1" w:rsidR="006938F5" w:rsidRDefault="00426555" w:rsidP="006718D3">
            <w:pPr>
              <w:spacing w:after="0"/>
              <w:jc w:val="left"/>
            </w:pPr>
            <w: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15041AB5" w:rsidR="006938F5" w:rsidRDefault="00426555" w:rsidP="006718D3">
            <w:pPr>
              <w:spacing w:after="0"/>
              <w:jc w:val="left"/>
            </w:pPr>
            <w:r>
              <w:t>Member States</w:t>
            </w:r>
          </w:p>
          <w:p w14:paraId="2A7DF233" w14:textId="2ED48B1B" w:rsidR="006938F5" w:rsidRDefault="00426555" w:rsidP="006718D3">
            <w:pPr>
              <w:spacing w:after="0"/>
              <w:jc w:val="left"/>
            </w:pPr>
            <w:r>
              <w:t>États membres</w:t>
            </w:r>
          </w:p>
          <w:p w14:paraId="13C75E2E" w14:textId="54152504" w:rsidR="006938F5" w:rsidRDefault="00426555"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1AF56E1D" w:rsidR="006938F5" w:rsidRDefault="00426555"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327A71D9" w:rsidR="00A95A44" w:rsidRPr="00E61551" w:rsidRDefault="00426555" w:rsidP="00A95A44">
      <w:pPr>
        <w:spacing w:after="0"/>
        <w:jc w:val="right"/>
        <w:rPr>
          <w:sz w:val="22"/>
          <w:szCs w:val="18"/>
          <w:lang w:val="en-US"/>
        </w:rPr>
      </w:pPr>
      <w:r>
        <w:rPr>
          <w:sz w:val="22"/>
          <w:szCs w:val="18"/>
          <w:lang w:val="en-US"/>
        </w:rPr>
        <w:t>14/01/2026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C4D5124" w14:textId="77777777" w:rsidR="00426555" w:rsidRDefault="00426555" w:rsidP="003C1977">
      <w:pPr>
        <w:spacing w:after="0"/>
      </w:pPr>
      <w:r>
        <w:t>We are Directorate B in DG HR. The Director is responsible for managing and coordinating policies related to traineeships, selections, recruitments, and mobility of Commission staff. The Directorate covers, among other things, policies for Officials, Temporary and Contract Agents, Seconded National Experts, Bluebook Trainees, internal competitions, and relations with EPSO.</w:t>
      </w:r>
    </w:p>
    <w:p w14:paraId="2D569352" w14:textId="77777777" w:rsidR="00426555" w:rsidRDefault="00426555" w:rsidP="003C1977">
      <w:pPr>
        <w:spacing w:after="0"/>
      </w:pPr>
      <w:r>
        <w:t xml:space="preserve">When managing these populations, we seek to enhance he Commission's attractiveness as an employer, recruit and retain the best talent from all Member States, and reflect the diversity of the European society it serves as reflected in the Commission’s HR Strategy. We also focus on introducing modern, faster and more flexible selection and recruitment procedures for external and internal candidates. In addition, we work on strengthening the internal pipeline and promote internal and external mobility of staff members. For the selection and recruitment of Commission staff, we focus on creating a balanced, diverse and flexible composition of staff. This comprises responding flexibly to evolving needs through recruitment, attracting top talent, and strengthening the geographical balance of all staff. </w:t>
      </w:r>
    </w:p>
    <w:p w14:paraId="3E2B8F1F" w14:textId="77777777" w:rsidR="00426555" w:rsidRDefault="00426555" w:rsidP="003C1977">
      <w:pPr>
        <w:spacing w:after="0"/>
      </w:pPr>
      <w:r>
        <w:t xml:space="preserve">Geographical balance of Commission staff is one of the priorities for the Directorate. Improving the geographical balance of Commission staff is and remains a political priority. This was outlined in the Mission Letter of Commissioner Piotr Serafin.  </w:t>
      </w:r>
    </w:p>
    <w:p w14:paraId="718B3574" w14:textId="77777777" w:rsidR="00426555" w:rsidRDefault="00426555" w:rsidP="003C1977">
      <w:pPr>
        <w:spacing w:after="0"/>
      </w:pPr>
      <w:r>
        <w:t>The Commission has therefore adopted General Implementing Provisions ((GIPs) to Articles 27 of the Staff Regulations and 12 of the CEOS(Conditions of Employment of Other Servants)). In close collaboration with unit A.1 and units within the Directorate B, we continuously work on implementing these provisions. We adapt selection and recruitment workflows to improve geographical balance. Strengthening this balance not only requires process design but also attracting applications from candidates across all Member States. To recruit top talent, the Commission plans to boost its communication with potential candidates, using targeted outreach and engagement while sharing information about the benefits of working at the Commission.</w:t>
      </w:r>
    </w:p>
    <w:p w14:paraId="2444BC8A" w14:textId="6C0F5BE4" w:rsidR="00A95A44" w:rsidRDefault="00426555" w:rsidP="003C1977">
      <w:pPr>
        <w:spacing w:after="0"/>
      </w:pPr>
      <w:r>
        <w:t>The work on geographical balance involves multiple teams in DG HR, including units within Directorates B, A.1, and A.4. The main working language is English.</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08233525" w14:textId="77777777" w:rsidR="00426555" w:rsidRDefault="00426555" w:rsidP="003C1977">
      <w:pPr>
        <w:spacing w:after="0"/>
      </w:pPr>
      <w:r>
        <w:t>We are offering a position as a Policy Officer focused on geographical balance at the intersection of recruitment policies and communication. The Policy Officer will play a key role in evaluating and improving recruitment workflows to achieve geographical balance within the Commission and support in particular the work on the GIPs. The Policy Officer will also help enhance external communication to promote the Commission as an attractive employer. This role reports directly to the Director of Directorate B and will closely collaborate with teams in units A.1 and A.4.</w:t>
      </w:r>
    </w:p>
    <w:p w14:paraId="1051C87F" w14:textId="77777777" w:rsidR="00426555" w:rsidRDefault="00426555" w:rsidP="003C1977">
      <w:pPr>
        <w:spacing w:after="0"/>
      </w:pPr>
      <w:r>
        <w:t>Key duties:</w:t>
      </w:r>
    </w:p>
    <w:p w14:paraId="17DD6696" w14:textId="77777777" w:rsidR="00426555" w:rsidRDefault="00426555" w:rsidP="003C1977">
      <w:pPr>
        <w:spacing w:after="0"/>
      </w:pPr>
      <w:r>
        <w:t>-</w:t>
      </w:r>
      <w:r>
        <w:tab/>
        <w:t>Prepare briefings, notes, presentations, speeches, and policy papers for senior management on geographical balance and external communication</w:t>
      </w:r>
    </w:p>
    <w:p w14:paraId="5A3A5437" w14:textId="77777777" w:rsidR="00426555" w:rsidRDefault="00426555" w:rsidP="003C1977">
      <w:pPr>
        <w:spacing w:after="0"/>
      </w:pPr>
      <w:r>
        <w:t>-</w:t>
      </w:r>
      <w:r>
        <w:tab/>
        <w:t>Develop actions and campaigns to promote the Commission as an attractive employer</w:t>
      </w:r>
    </w:p>
    <w:p w14:paraId="2623E391" w14:textId="77777777" w:rsidR="00426555" w:rsidRDefault="00426555" w:rsidP="003C1977">
      <w:pPr>
        <w:spacing w:after="0"/>
      </w:pPr>
      <w:r>
        <w:t>-</w:t>
      </w:r>
      <w:r>
        <w:tab/>
        <w:t xml:space="preserve">Analyse the selection and recruitment workflows for all staff categories and propose practical concepts to facilitate them and increase user-friendliness </w:t>
      </w:r>
    </w:p>
    <w:p w14:paraId="228D06E3" w14:textId="77777777" w:rsidR="00426555" w:rsidRDefault="00426555" w:rsidP="003C1977">
      <w:pPr>
        <w:spacing w:after="0"/>
      </w:pPr>
      <w:r>
        <w:t>-</w:t>
      </w:r>
      <w:r>
        <w:tab/>
        <w:t>Help developing templates, guidelines used for the selection and recruitment</w:t>
      </w:r>
    </w:p>
    <w:p w14:paraId="26665317" w14:textId="77777777" w:rsidR="00426555" w:rsidRDefault="00426555" w:rsidP="003C1977">
      <w:pPr>
        <w:spacing w:after="0"/>
      </w:pPr>
      <w:r>
        <w:t>-</w:t>
      </w:r>
      <w:r>
        <w:tab/>
        <w:t>Design and implement measures to improve geographical balance for Commission staff</w:t>
      </w:r>
    </w:p>
    <w:p w14:paraId="4FA38409" w14:textId="3E8E5FF0" w:rsidR="00A95A44" w:rsidRDefault="00426555" w:rsidP="003C1977">
      <w:pPr>
        <w:spacing w:after="0"/>
      </w:pPr>
      <w:r>
        <w:t>-</w:t>
      </w:r>
      <w:r>
        <w:tab/>
        <w:t>Contribute to the teams working on geographical balance and external communication</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538E0777" w14:textId="77777777" w:rsidR="00426555" w:rsidRDefault="00426555" w:rsidP="00527473">
      <w:pPr>
        <w:spacing w:after="0"/>
        <w:jc w:val="left"/>
      </w:pPr>
      <w:r>
        <w:t xml:space="preserve">We are looking for an experienced Policy Officer that can collaborate across various teams. We seek a motivated colleague interested in supporting work on geographical balance from both a process and communication perspective. </w:t>
      </w:r>
    </w:p>
    <w:p w14:paraId="267A006F" w14:textId="77777777" w:rsidR="00426555" w:rsidRDefault="00426555" w:rsidP="00527473">
      <w:pPr>
        <w:spacing w:after="0"/>
        <w:jc w:val="left"/>
      </w:pPr>
      <w:r>
        <w:t>Ideal candidate requirements:</w:t>
      </w:r>
    </w:p>
    <w:p w14:paraId="1BF2B4D5" w14:textId="77777777" w:rsidR="00426555" w:rsidRDefault="00426555" w:rsidP="00527473">
      <w:pPr>
        <w:spacing w:after="0"/>
        <w:jc w:val="left"/>
      </w:pPr>
      <w:r>
        <w:t>-</w:t>
      </w:r>
      <w:r>
        <w:tab/>
        <w:t>Understanding of political dynamics of geographical balance and understanding of the effects for recruitment and selection</w:t>
      </w:r>
    </w:p>
    <w:p w14:paraId="058CA5C5" w14:textId="77777777" w:rsidR="00426555" w:rsidRDefault="00426555" w:rsidP="00527473">
      <w:pPr>
        <w:spacing w:after="0"/>
        <w:jc w:val="left"/>
      </w:pPr>
      <w:r>
        <w:t>-</w:t>
      </w:r>
      <w:r>
        <w:tab/>
        <w:t xml:space="preserve">Ability to work in a politically sensitive environment </w:t>
      </w:r>
    </w:p>
    <w:p w14:paraId="52F53A49" w14:textId="77777777" w:rsidR="00426555" w:rsidRDefault="00426555" w:rsidP="00527473">
      <w:pPr>
        <w:spacing w:after="0"/>
        <w:jc w:val="left"/>
      </w:pPr>
      <w:r>
        <w:t>-</w:t>
      </w:r>
      <w:r>
        <w:tab/>
        <w:t>Understanding selection and recruitment workflows and their effects for all stakeholders including their design and implementation. This knowledge enables the Policy Officer to identify inefficiencies or gaps in the current processes.</w:t>
      </w:r>
    </w:p>
    <w:p w14:paraId="763009D9" w14:textId="77777777" w:rsidR="00426555" w:rsidRDefault="00426555" w:rsidP="00527473">
      <w:pPr>
        <w:spacing w:after="0"/>
        <w:jc w:val="left"/>
      </w:pPr>
      <w:r>
        <w:t>-</w:t>
      </w:r>
      <w:r>
        <w:tab/>
        <w:t>Previous experience in Human Resources, particularly in selection and recruitment, is beneficial, along with experience in (HR) communication</w:t>
      </w:r>
    </w:p>
    <w:p w14:paraId="356C901F" w14:textId="77777777" w:rsidR="00426555" w:rsidRDefault="00426555" w:rsidP="00527473">
      <w:pPr>
        <w:spacing w:after="0"/>
        <w:jc w:val="left"/>
      </w:pPr>
      <w:r>
        <w:t>-</w:t>
      </w:r>
      <w:r>
        <w:tab/>
        <w:t>Capacity to work autonomously and handle pressure effectively</w:t>
      </w:r>
    </w:p>
    <w:p w14:paraId="10601ACE" w14:textId="77777777" w:rsidR="00426555" w:rsidRDefault="00426555" w:rsidP="00527473">
      <w:pPr>
        <w:spacing w:after="0"/>
        <w:jc w:val="left"/>
      </w:pPr>
      <w:r>
        <w:t>-</w:t>
      </w:r>
      <w:r>
        <w:tab/>
        <w:t>Strong drafting skills and capacity to write clearly and accurately</w:t>
      </w:r>
    </w:p>
    <w:p w14:paraId="0DE8C532" w14:textId="255C2CF4" w:rsidR="00A95A44" w:rsidRDefault="00426555" w:rsidP="00527473">
      <w:pPr>
        <w:spacing w:after="0"/>
        <w:jc w:val="left"/>
      </w:pPr>
      <w:r>
        <w:t>-</w:t>
      </w:r>
      <w:r>
        <w:tab/>
        <w:t>The main working language is English for which proficiency is required, for both written and oral communication</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0914E5FA" w:rsidR="0017274D" w:rsidRPr="008250D4" w:rsidRDefault="00426555" w:rsidP="0017274D">
      <w:pPr>
        <w:spacing w:after="0"/>
        <w:jc w:val="right"/>
        <w:rPr>
          <w:sz w:val="22"/>
          <w:szCs w:val="18"/>
        </w:rPr>
      </w:pPr>
      <w:r>
        <w:rPr>
          <w:sz w:val="22"/>
          <w:szCs w:val="18"/>
        </w:rPr>
        <w:t>14/01/2026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25328DDD" w14:textId="77777777" w:rsidR="00426555" w:rsidRDefault="00426555" w:rsidP="00527473">
      <w:pPr>
        <w:spacing w:after="0"/>
        <w:rPr>
          <w:lang w:val="de-DE"/>
        </w:rPr>
      </w:pPr>
      <w:r>
        <w:rPr>
          <w:lang w:val="de-DE"/>
        </w:rPr>
        <w:t xml:space="preserve">Nous sommes </w:t>
      </w:r>
    </w:p>
    <w:p w14:paraId="4133DB0B" w14:textId="77777777" w:rsidR="00426555" w:rsidRDefault="00426555" w:rsidP="00527473">
      <w:pPr>
        <w:spacing w:after="0"/>
        <w:rPr>
          <w:lang w:val="de-DE"/>
        </w:rPr>
      </w:pPr>
      <w:r>
        <w:rPr>
          <w:lang w:val="de-DE"/>
        </w:rPr>
        <w:t>Nous sommes la direction B de la DG RH. Le directeur est responsable de la gestion et de la coordination des politiques relatives aux stages, aux sélections, aux recrutements et à la mobilité du personnel de la Commission. La direction couvre, entre autres, les politiques relatives aux fonctionnaires, aux agents temporaires et contractuels, aux experts nationaux détachés, aux stagiaires du livre bleu, aux concours internes et aux relations avec l'EPSO.</w:t>
      </w:r>
    </w:p>
    <w:p w14:paraId="09DBB25D" w14:textId="77777777" w:rsidR="00426555" w:rsidRDefault="00426555" w:rsidP="00527473">
      <w:pPr>
        <w:spacing w:after="0"/>
        <w:rPr>
          <w:lang w:val="de-DE"/>
        </w:rPr>
      </w:pPr>
      <w:r>
        <w:rPr>
          <w:lang w:val="de-DE"/>
        </w:rPr>
        <w:t xml:space="preserve">En gérant ces populations, nous cherchons à renforcer l'attrait de la Commission en tant qu'employeur, à recruter et à retenir les meilleurs talents de tous les États membres et à refléter la diversité de la société européenne qu'elle sert, comme l'indique la stratégie de la Commission en matière de ressources humaines. Nous nous concentrons également sur l'introduction de procédures de sélection et de recrutement modernes, plus rapides et plus flexibles pour les candidats externes et internes. En outre, nous nous efforçons de renforcer le vivier interne et de promouvoir la mobilité interne et externe des membres du personnel. En ce qui concerne la sélection et le recrutement du personnel de la Commission, nous nous attachons à créer une composition équilibrée, diversifiée et flexible du personnel. Il s'agit de répondre avec souplesse à l'évolution des besoins par le recrutement, d'attirer les meilleurs talents et de renforcer l'équilibre géographique de l'ensemble du personnel. </w:t>
      </w:r>
    </w:p>
    <w:p w14:paraId="76343C90" w14:textId="77777777" w:rsidR="00426555" w:rsidRDefault="00426555" w:rsidP="00527473">
      <w:pPr>
        <w:spacing w:after="0"/>
        <w:rPr>
          <w:lang w:val="de-DE"/>
        </w:rPr>
      </w:pPr>
      <w:r>
        <w:rPr>
          <w:lang w:val="de-DE"/>
        </w:rPr>
        <w:t xml:space="preserve">L'équilibre géographique du personnel de la Commission est l'une des priorités de la direction. L'amélioration de l'équilibre géographique du personnel de la Commission est et reste une priorité politique. Cette priorité a été soulignée dans la lettre de mission du commissaire Piotr Serafin.  </w:t>
      </w:r>
    </w:p>
    <w:p w14:paraId="383505F5" w14:textId="77777777" w:rsidR="00426555" w:rsidRDefault="00426555" w:rsidP="00527473">
      <w:pPr>
        <w:spacing w:after="0"/>
        <w:rPr>
          <w:lang w:val="de-DE"/>
        </w:rPr>
      </w:pPr>
      <w:r>
        <w:rPr>
          <w:lang w:val="de-DE"/>
        </w:rPr>
        <w:t>La Commission a donc adopté des dispositions générales d'exécution (DGE) pour les articles 27 du statut et 12 du RAA (régime applicable aux autres agents). En étroite collaboration avec l'unité A.1 et les unités de la direction B, nous travaillons en permanence à la mise en œuvre de ces dispositions. Nous adaptons les processus de sélection et de recrutement afin d'améliorer l'équilibre géographique. Pour renforcer cet équilibre, il faut non seulement concevoir des processus, mais aussi attirer des candidatures dans tous les États membres. Pour recruter les meilleurs talents, la Commission prévoit de renforcer sa communication avec les candidats potentiels, en recourant à des actions de sensibilisation et d'engagement ciblées tout en partageant des informations sur les avantages de travailler à la Commission.</w:t>
      </w:r>
    </w:p>
    <w:p w14:paraId="54EF7A88" w14:textId="77777777" w:rsidR="00426555" w:rsidRDefault="00426555" w:rsidP="00527473">
      <w:pPr>
        <w:spacing w:after="0"/>
        <w:rPr>
          <w:lang w:val="de-DE"/>
        </w:rPr>
      </w:pPr>
      <w:r>
        <w:rPr>
          <w:lang w:val="de-DE"/>
        </w:rPr>
        <w:t>Le travail sur l'équilibre géographique implique plusieurs équipes de la DG RH, y compris des unités au sein des directions B, A.1 et A.4. La principale langue de travail est l'anglais.</w:t>
      </w:r>
    </w:p>
    <w:p w14:paraId="6810D07E" w14:textId="6532478B"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44CCD87" w14:textId="77777777" w:rsidR="00426555" w:rsidRDefault="00426555" w:rsidP="00527473">
      <w:pPr>
        <w:spacing w:after="0"/>
        <w:jc w:val="left"/>
        <w:rPr>
          <w:lang w:val="de-DE"/>
        </w:rPr>
      </w:pPr>
      <w:r>
        <w:rPr>
          <w:lang w:val="de-DE"/>
        </w:rPr>
        <w:t>Nous proposons</w:t>
      </w:r>
    </w:p>
    <w:p w14:paraId="51D1F8AE" w14:textId="77777777" w:rsidR="00426555" w:rsidRDefault="00426555" w:rsidP="00527473">
      <w:pPr>
        <w:spacing w:after="0"/>
        <w:jc w:val="left"/>
        <w:rPr>
          <w:lang w:val="de-DE"/>
        </w:rPr>
      </w:pPr>
      <w:r>
        <w:rPr>
          <w:lang w:val="de-DE"/>
        </w:rPr>
        <w:t>Nous offrons un poste de chargé de mission axé sur l'équilibre géographique à l'intersection des politiques de recrutement et de la communication. Le chargé de mission jouera un rôle clé dans l'évaluation et l'amélioration des processus de recrutement afin d'atteindre l'équilibre géographique au sein de la Commission et de soutenir en particulier le travail sur les DGE. Le chargé de mission contribuera également à améliorer la communication externe afin de promouvoir la Commission en tant qu'employeur attrayant. Cette fonction relève directement du directeur de la direction B et collaborera étroitement avec les équipes des unités A.1 et A.4.</w:t>
      </w:r>
    </w:p>
    <w:p w14:paraId="0D0EEA76" w14:textId="77777777" w:rsidR="00426555" w:rsidRDefault="00426555" w:rsidP="00527473">
      <w:pPr>
        <w:spacing w:after="0"/>
        <w:jc w:val="left"/>
        <w:rPr>
          <w:lang w:val="de-DE"/>
        </w:rPr>
      </w:pPr>
      <w:r>
        <w:rPr>
          <w:lang w:val="de-DE"/>
        </w:rPr>
        <w:t>Principales tâches :</w:t>
      </w:r>
    </w:p>
    <w:p w14:paraId="4B42CB99" w14:textId="77777777" w:rsidR="00426555" w:rsidRDefault="00426555" w:rsidP="00527473">
      <w:pPr>
        <w:spacing w:after="0"/>
        <w:jc w:val="left"/>
        <w:rPr>
          <w:lang w:val="de-DE"/>
        </w:rPr>
      </w:pPr>
      <w:r>
        <w:rPr>
          <w:lang w:val="de-DE"/>
        </w:rPr>
        <w:t>-</w:t>
      </w:r>
      <w:r>
        <w:rPr>
          <w:lang w:val="de-DE"/>
        </w:rPr>
        <w:tab/>
        <w:t>Préparer des briefings, des notes, des présentations, des discours et des documents d'orientation pour l'encadrement supérieur sur l'équilibre géographique et la communication externe.</w:t>
      </w:r>
    </w:p>
    <w:p w14:paraId="24E7F889" w14:textId="77777777" w:rsidR="00426555" w:rsidRDefault="00426555" w:rsidP="00527473">
      <w:pPr>
        <w:spacing w:after="0"/>
        <w:jc w:val="left"/>
        <w:rPr>
          <w:lang w:val="de-DE"/>
        </w:rPr>
      </w:pPr>
      <w:r>
        <w:rPr>
          <w:lang w:val="de-DE"/>
        </w:rPr>
        <w:t>-</w:t>
      </w:r>
      <w:r>
        <w:rPr>
          <w:lang w:val="de-DE"/>
        </w:rPr>
        <w:tab/>
        <w:t>Élaborer des actions et des campagnes visant à promouvoir la Commission en tant qu'employeur attrayant.</w:t>
      </w:r>
    </w:p>
    <w:p w14:paraId="1FE20BC8" w14:textId="77777777" w:rsidR="00426555" w:rsidRDefault="00426555" w:rsidP="00527473">
      <w:pPr>
        <w:spacing w:after="0"/>
        <w:jc w:val="left"/>
        <w:rPr>
          <w:lang w:val="de-DE"/>
        </w:rPr>
      </w:pPr>
      <w:r>
        <w:rPr>
          <w:lang w:val="de-DE"/>
        </w:rPr>
        <w:t>-</w:t>
      </w:r>
      <w:r>
        <w:rPr>
          <w:lang w:val="de-DE"/>
        </w:rPr>
        <w:tab/>
        <w:t xml:space="preserve">Analyser les processus de sélection et de recrutement pour toutes les catégories de personnel et proposer des concepts pratiques pour les faciliter et les rendre plus conviviaux. </w:t>
      </w:r>
    </w:p>
    <w:p w14:paraId="73E12D67" w14:textId="77777777" w:rsidR="00426555" w:rsidRDefault="00426555" w:rsidP="00527473">
      <w:pPr>
        <w:spacing w:after="0"/>
        <w:jc w:val="left"/>
        <w:rPr>
          <w:lang w:val="de-DE"/>
        </w:rPr>
      </w:pPr>
      <w:r>
        <w:rPr>
          <w:lang w:val="de-DE"/>
        </w:rPr>
        <w:t>-</w:t>
      </w:r>
      <w:r>
        <w:rPr>
          <w:lang w:val="de-DE"/>
        </w:rPr>
        <w:tab/>
        <w:t>Contribuer à l'élaboration de modèles et de lignes directrices utilisés pour la sélection et le recrutement.</w:t>
      </w:r>
    </w:p>
    <w:p w14:paraId="2CAE484E" w14:textId="77777777" w:rsidR="00426555" w:rsidRDefault="00426555" w:rsidP="00527473">
      <w:pPr>
        <w:spacing w:after="0"/>
        <w:jc w:val="left"/>
        <w:rPr>
          <w:lang w:val="de-DE"/>
        </w:rPr>
      </w:pPr>
      <w:r>
        <w:rPr>
          <w:lang w:val="de-DE"/>
        </w:rPr>
        <w:t>-</w:t>
      </w:r>
      <w:r>
        <w:rPr>
          <w:lang w:val="de-DE"/>
        </w:rPr>
        <w:tab/>
        <w:t>concevoir et mettre en œuvre des mesures visant à améliorer l'équilibre géographique du personnel de la Commission</w:t>
      </w:r>
    </w:p>
    <w:p w14:paraId="59404C02" w14:textId="3518AB48" w:rsidR="00A95A44" w:rsidRPr="00E61551" w:rsidRDefault="00426555" w:rsidP="00527473">
      <w:pPr>
        <w:spacing w:after="0"/>
        <w:jc w:val="left"/>
        <w:rPr>
          <w:lang w:val="de-DE"/>
        </w:rPr>
      </w:pPr>
      <w:r>
        <w:rPr>
          <w:lang w:val="de-DE"/>
        </w:rPr>
        <w:t>-</w:t>
      </w:r>
      <w:r>
        <w:rPr>
          <w:lang w:val="de-DE"/>
        </w:rPr>
        <w:tab/>
        <w:t>Contribuer aux équipes travaillant sur l'équilibre géographique et la communication externe.</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2860BD2" w14:textId="77777777" w:rsidR="00426555" w:rsidRDefault="00426555" w:rsidP="00527473">
      <w:pPr>
        <w:spacing w:after="0"/>
        <w:rPr>
          <w:lang w:val="de-DE"/>
        </w:rPr>
      </w:pPr>
      <w:r>
        <w:rPr>
          <w:lang w:val="de-DE"/>
        </w:rPr>
        <w:t>Nous recherchons</w:t>
      </w:r>
    </w:p>
    <w:p w14:paraId="1DEFD04E" w14:textId="77777777" w:rsidR="00426555" w:rsidRDefault="00426555" w:rsidP="00527473">
      <w:pPr>
        <w:spacing w:after="0"/>
        <w:rPr>
          <w:lang w:val="de-DE"/>
        </w:rPr>
      </w:pPr>
      <w:r>
        <w:rPr>
          <w:lang w:val="de-DE"/>
        </w:rPr>
        <w:t xml:space="preserve">Nous recherchons un chargé de mission expérimenté capable de collaborer avec différentes équipes. Nous recherchons un(e) collègue motivé(e), désireux(se) de soutenir le travail sur l'équilibre géographique, tant du point de vue du processus que de celui de la communication. </w:t>
      </w:r>
    </w:p>
    <w:p w14:paraId="4F778587" w14:textId="77777777" w:rsidR="00426555" w:rsidRDefault="00426555" w:rsidP="00527473">
      <w:pPr>
        <w:spacing w:after="0"/>
        <w:rPr>
          <w:lang w:val="de-DE"/>
        </w:rPr>
      </w:pPr>
      <w:r>
        <w:rPr>
          <w:lang w:val="de-DE"/>
        </w:rPr>
        <w:t>Exigences du candidat idéal :</w:t>
      </w:r>
    </w:p>
    <w:p w14:paraId="3C8F5CA3" w14:textId="77777777" w:rsidR="00426555" w:rsidRDefault="00426555" w:rsidP="00527473">
      <w:pPr>
        <w:spacing w:after="0"/>
        <w:rPr>
          <w:lang w:val="de-DE"/>
        </w:rPr>
      </w:pPr>
      <w:r>
        <w:rPr>
          <w:lang w:val="de-DE"/>
        </w:rPr>
        <w:t>-</w:t>
      </w:r>
      <w:r>
        <w:rPr>
          <w:lang w:val="de-DE"/>
        </w:rPr>
        <w:tab/>
        <w:t>Compréhension de la dynamique politique de l'équilibre géographique et compréhension des effets sur le recrutement et la sélection.</w:t>
      </w:r>
    </w:p>
    <w:p w14:paraId="646A5603" w14:textId="77777777" w:rsidR="00426555" w:rsidRDefault="00426555" w:rsidP="00527473">
      <w:pPr>
        <w:spacing w:after="0"/>
        <w:rPr>
          <w:lang w:val="de-DE"/>
        </w:rPr>
      </w:pPr>
      <w:r>
        <w:rPr>
          <w:lang w:val="de-DE"/>
        </w:rPr>
        <w:t>-</w:t>
      </w:r>
      <w:r>
        <w:rPr>
          <w:lang w:val="de-DE"/>
        </w:rPr>
        <w:tab/>
        <w:t xml:space="preserve">Capacité à travailler dans un environnement politiquement sensible. </w:t>
      </w:r>
    </w:p>
    <w:p w14:paraId="5D70E47C" w14:textId="77777777" w:rsidR="00426555" w:rsidRDefault="00426555" w:rsidP="00527473">
      <w:pPr>
        <w:spacing w:after="0"/>
        <w:rPr>
          <w:lang w:val="de-DE"/>
        </w:rPr>
      </w:pPr>
      <w:r>
        <w:rPr>
          <w:lang w:val="de-DE"/>
        </w:rPr>
        <w:t>-</w:t>
      </w:r>
      <w:r>
        <w:rPr>
          <w:lang w:val="de-DE"/>
        </w:rPr>
        <w:tab/>
        <w:t>Compréhension des processus de sélection et de recrutement et de leurs effets sur toutes les parties prenantes, y compris leur conception et leur mise en œuvre. Cette connaissance permet au chargé de mission d'identifier les inefficacités ou les lacunes des processus actuels.</w:t>
      </w:r>
    </w:p>
    <w:p w14:paraId="719FD33D" w14:textId="77777777" w:rsidR="00426555" w:rsidRDefault="00426555" w:rsidP="00527473">
      <w:pPr>
        <w:spacing w:after="0"/>
        <w:rPr>
          <w:lang w:val="de-DE"/>
        </w:rPr>
      </w:pPr>
      <w:r>
        <w:rPr>
          <w:lang w:val="de-DE"/>
        </w:rPr>
        <w:t>-</w:t>
      </w:r>
      <w:r>
        <w:rPr>
          <w:lang w:val="de-DE"/>
        </w:rPr>
        <w:tab/>
        <w:t>Une expérience préalable dans le domaine des ressources humaines, en particulier de la sélection et du recrutement, est souhaitable, de même qu'une expérience en matière de communication (RH).</w:t>
      </w:r>
    </w:p>
    <w:p w14:paraId="425CEE09" w14:textId="77777777" w:rsidR="00426555" w:rsidRDefault="00426555" w:rsidP="00527473">
      <w:pPr>
        <w:spacing w:after="0"/>
        <w:rPr>
          <w:lang w:val="de-DE"/>
        </w:rPr>
      </w:pPr>
      <w:r>
        <w:rPr>
          <w:lang w:val="de-DE"/>
        </w:rPr>
        <w:t>-</w:t>
      </w:r>
      <w:r>
        <w:rPr>
          <w:lang w:val="de-DE"/>
        </w:rPr>
        <w:tab/>
        <w:t>Capacité à travailler de manière autonome et à gérer efficacement la pression</w:t>
      </w:r>
    </w:p>
    <w:p w14:paraId="55E54CE9" w14:textId="77777777" w:rsidR="00426555" w:rsidRDefault="00426555" w:rsidP="00527473">
      <w:pPr>
        <w:spacing w:after="0"/>
        <w:rPr>
          <w:lang w:val="de-DE"/>
        </w:rPr>
      </w:pPr>
      <w:r>
        <w:rPr>
          <w:lang w:val="de-DE"/>
        </w:rPr>
        <w:t>-</w:t>
      </w:r>
      <w:r>
        <w:rPr>
          <w:lang w:val="de-DE"/>
        </w:rPr>
        <w:tab/>
        <w:t>Solides compétences rédactionnelles et capacité à écrire de manière claire et précise.</w:t>
      </w:r>
    </w:p>
    <w:p w14:paraId="7B92B82C" w14:textId="7F7A2BF2" w:rsidR="00A95A44" w:rsidRPr="00E61551" w:rsidRDefault="00426555" w:rsidP="00527473">
      <w:pPr>
        <w:spacing w:after="0"/>
        <w:rPr>
          <w:lang w:val="de-DE"/>
        </w:rPr>
      </w:pPr>
      <w:r>
        <w:rPr>
          <w:lang w:val="de-DE"/>
        </w:rPr>
        <w:t>-</w:t>
      </w:r>
      <w:r>
        <w:rPr>
          <w:lang w:val="de-DE"/>
        </w:rPr>
        <w:tab/>
        <w:t>La principale langue de travail est l'anglais, dont la maîtrise est requise, tant à l'écrit qu'à l'oral.</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574E4C8F" w:rsidR="0017274D" w:rsidRPr="00E61551" w:rsidRDefault="00426555" w:rsidP="0017274D">
      <w:pPr>
        <w:spacing w:after="0"/>
        <w:jc w:val="right"/>
        <w:rPr>
          <w:sz w:val="22"/>
          <w:szCs w:val="18"/>
          <w:lang w:val="de-DE"/>
        </w:rPr>
      </w:pPr>
      <w:r>
        <w:rPr>
          <w:sz w:val="22"/>
          <w:szCs w:val="18"/>
          <w:lang w:val="de-DE"/>
        </w:rPr>
        <w:t>14/01/2026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4665B56" w14:textId="77777777" w:rsidR="00426555" w:rsidRDefault="00426555" w:rsidP="00527473">
      <w:pPr>
        <w:spacing w:after="0"/>
        <w:rPr>
          <w:lang w:val="de-DE"/>
        </w:rPr>
      </w:pPr>
      <w:r>
        <w:rPr>
          <w:lang w:val="de-DE"/>
        </w:rPr>
        <w:t xml:space="preserve">Wir sind </w:t>
      </w:r>
    </w:p>
    <w:p w14:paraId="3C3A2C31" w14:textId="77777777" w:rsidR="00426555" w:rsidRDefault="00426555" w:rsidP="00527473">
      <w:pPr>
        <w:spacing w:after="0"/>
        <w:rPr>
          <w:lang w:val="de-DE"/>
        </w:rPr>
      </w:pPr>
      <w:r>
        <w:rPr>
          <w:lang w:val="de-DE"/>
        </w:rPr>
        <w:t>Wir sind die Direktion B in der GD HR. Der Direktor ist zuständig für die Verwaltung und Koordinierung von Maßnahmen im Zusammenhang mit Praktika, Auswahlverfahren, Einstellungen und Mobilität von Kommissionsbediensteten. Die Direktion befasst sich u. a. mit der Politik für Beamte, Bedienstete auf Zeit und Vertragsbedienstete, abgeordnete nationale Sachverständige, Bluebook-Praktikanten, interne Auswahlverfahren und die Beziehungen zu EPSO.</w:t>
      </w:r>
    </w:p>
    <w:p w14:paraId="42F7B7F4" w14:textId="77777777" w:rsidR="00426555" w:rsidRDefault="00426555" w:rsidP="00527473">
      <w:pPr>
        <w:spacing w:after="0"/>
        <w:rPr>
          <w:lang w:val="de-DE"/>
        </w:rPr>
      </w:pPr>
      <w:r>
        <w:rPr>
          <w:lang w:val="de-DE"/>
        </w:rPr>
        <w:t xml:space="preserve">Bei der Steuerung dieser Bevölkerungsgruppen sind wir bestrebt, die Attraktivität der Kommission als Arbeitgeber zu erhöhen, die besten Talente aus allen Mitgliedstaaten anzuwerben und zu halten und die Vielfalt der europäischen Gesellschaft, der sie dient, widerzuspiegeln, wie es in der HR-Strategie der Kommission zum Ausdruck kommt. Wir konzentrieren uns auch auf die Einführung moderner, schnellerer und flexiblerer Auswahl- und Einstellungsverfahren für externe und interne Bewerber. Darüber hinaus arbeiten wir an der Stärkung der internen Pipeline und fördern die interne und externe Mobilität der Bediensteten. Bei der Auswahl und Einstellung von Kommissionsmitarbeitern konzentrieren wir uns auf die Schaffung einer ausgewogenen, vielfältigen und flexiblen Zusammensetzung des Personals. Dazu gehört, dass wir bei der Einstellung flexibel auf den sich ändernden Bedarf reagieren, Top-Talente anziehen und die geografische Ausgewogenheit des gesamten Personals stärken. </w:t>
      </w:r>
    </w:p>
    <w:p w14:paraId="6D80C018" w14:textId="77777777" w:rsidR="00426555" w:rsidRDefault="00426555" w:rsidP="00527473">
      <w:pPr>
        <w:spacing w:after="0"/>
        <w:rPr>
          <w:lang w:val="de-DE"/>
        </w:rPr>
      </w:pPr>
      <w:r>
        <w:rPr>
          <w:lang w:val="de-DE"/>
        </w:rPr>
        <w:t xml:space="preserve">Die geografische Ausgewogenheit des Kommissionspersonals ist eine der Prioritäten der Direktion. Die Verbesserung der geografischen Ausgewogenheit des Kommissionspersonals ist und bleibt eine politische Priorität. Dies wurde in dem Missionsschreiben von Kommissar Piotr Serafin dargelegt.  </w:t>
      </w:r>
    </w:p>
    <w:p w14:paraId="5BF53EFA" w14:textId="77777777" w:rsidR="00426555" w:rsidRDefault="00426555" w:rsidP="00527473">
      <w:pPr>
        <w:spacing w:after="0"/>
        <w:rPr>
          <w:lang w:val="de-DE"/>
        </w:rPr>
      </w:pPr>
      <w:r>
        <w:rPr>
          <w:lang w:val="de-DE"/>
        </w:rPr>
        <w:t>Die Kommission hat daher allgemeine Durchführungsbestimmungen  zu Artikel 27 des Statuts und Artikel 12 der Beschäftigungsbedingungen für die sonstigen Bediensteten (BBSB) erlassen. In enger Zusammenarbeit mit dem Referat A.1 und den Referaten innerhalb der Direktion B arbeiten wir kontinuierlich an der Umsetzung dieser Bestimmungen. Wir passen die Auswahl- und Einstellungsabläufe an, um die geografische Ausgewogenheit zu verbessern. Um diese Ausgewogenheit zu verbessern, müssen wir nicht nur die Prozesse gestalten, sondern auch Bewerbungen von Bewerbern aus allen Mitgliedstaaten einholen. Um Top-Talente zu rekrutieren, plant die Kommission, ihre Kommunikation mit potenziellen Bewerbern zu verstärken, indem sie gezielt auf sie zugeht und sie über die Vorteile einer Tätigkeit bei der Kommission informiert.</w:t>
      </w:r>
    </w:p>
    <w:p w14:paraId="2B6785AE" w14:textId="7B4FE427" w:rsidR="00A95A44" w:rsidRDefault="00426555" w:rsidP="00527473">
      <w:pPr>
        <w:spacing w:after="0"/>
        <w:rPr>
          <w:lang w:val="de-DE"/>
        </w:rPr>
      </w:pPr>
      <w:r>
        <w:rPr>
          <w:lang w:val="de-DE"/>
        </w:rPr>
        <w:t>An der Arbeit zur geografischen Ausgewogenheit sind mehrere Teams in der GD HR beteiligt, darunter Referate in den Direktionen B, A.1 und A.4. Die Hauptarbeitssprache ist Englisch.</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64379EDC" w14:textId="77777777" w:rsidR="00426555" w:rsidRDefault="00426555" w:rsidP="00527473">
      <w:pPr>
        <w:spacing w:after="0"/>
        <w:rPr>
          <w:lang w:val="de-DE"/>
        </w:rPr>
      </w:pPr>
      <w:r>
        <w:rPr>
          <w:lang w:val="de-DE"/>
        </w:rPr>
        <w:t>Wir bieten</w:t>
      </w:r>
    </w:p>
    <w:p w14:paraId="6AC8E663" w14:textId="77777777" w:rsidR="00426555" w:rsidRDefault="00426555" w:rsidP="00527473">
      <w:pPr>
        <w:spacing w:after="0"/>
        <w:rPr>
          <w:lang w:val="de-DE"/>
        </w:rPr>
      </w:pPr>
      <w:r>
        <w:rPr>
          <w:lang w:val="de-DE"/>
        </w:rPr>
        <w:t>Stelle eines/einer Referenten/Referentin an, der/die sich auf die geografische Ausgewogenheit an der Schnittstelle von Einstellungspolitik und Kommunikation konzentriert. Der/die Referent/in wird eine Schlüsselrolle bei der Bewertung und Verbesserung der Einstellungsabläufe spielen, um eine geografische Ausgewogenheit innerhalb der Kommission zu erreichen und insbesondere die Arbeit an den Allgemeinen Durchführungsbestimmungen zu unterstützen. Der/die Referent/in wird auch zur Verbesserung der externen Kommunikation beitragen, um die Kommission als attraktiven Arbeitgeber zu bewerben. Die Stelle ist direkt dem Direktor der Direktion B unterstellt und wird eng mit den Teams der Referate A.1 und A.4 zusammenarbeiten.</w:t>
      </w:r>
    </w:p>
    <w:p w14:paraId="594AD9B2" w14:textId="77777777" w:rsidR="00426555" w:rsidRDefault="00426555" w:rsidP="00527473">
      <w:pPr>
        <w:spacing w:after="0"/>
        <w:rPr>
          <w:lang w:val="de-DE"/>
        </w:rPr>
      </w:pPr>
      <w:r>
        <w:rPr>
          <w:lang w:val="de-DE"/>
        </w:rPr>
        <w:t>Wichtigste Aufgaben:</w:t>
      </w:r>
    </w:p>
    <w:p w14:paraId="1CFB8E5E" w14:textId="77777777" w:rsidR="00426555" w:rsidRDefault="00426555" w:rsidP="00527473">
      <w:pPr>
        <w:spacing w:after="0"/>
        <w:rPr>
          <w:lang w:val="de-DE"/>
        </w:rPr>
      </w:pPr>
      <w:r>
        <w:rPr>
          <w:lang w:val="de-DE"/>
        </w:rPr>
        <w:t>- Vorbereitung von Briefings, Notizen, Präsentationen, Reden und Strategiepapieren für die Leitungsebene zum Thema geografische Ausgewogenheit und externe Kommunikation</w:t>
      </w:r>
    </w:p>
    <w:p w14:paraId="77334178" w14:textId="77777777" w:rsidR="00426555" w:rsidRDefault="00426555" w:rsidP="00527473">
      <w:pPr>
        <w:spacing w:after="0"/>
        <w:rPr>
          <w:lang w:val="de-DE"/>
        </w:rPr>
      </w:pPr>
      <w:r>
        <w:rPr>
          <w:lang w:val="de-DE"/>
        </w:rPr>
        <w:t>- Entwicklung von Maßnahmen und Kampagnen zur Förderung der Kommission als attraktiver Arbeitgeber</w:t>
      </w:r>
    </w:p>
    <w:p w14:paraId="7A994B0F" w14:textId="77777777" w:rsidR="00426555" w:rsidRDefault="00426555" w:rsidP="00527473">
      <w:pPr>
        <w:spacing w:after="0"/>
        <w:rPr>
          <w:lang w:val="de-DE"/>
        </w:rPr>
      </w:pPr>
      <w:r>
        <w:rPr>
          <w:lang w:val="de-DE"/>
        </w:rPr>
        <w:t xml:space="preserve">- Analyse der Auswahl- und Einstellungsabläufe für alle Personalkategorien und Vorschlag praktischer Konzepte zur Erleichterung dieser Abläufe und zur Verbesserung der Benutzerfreundlichkeit </w:t>
      </w:r>
    </w:p>
    <w:p w14:paraId="66BA1338" w14:textId="77777777" w:rsidR="00426555" w:rsidRDefault="00426555" w:rsidP="00527473">
      <w:pPr>
        <w:spacing w:after="0"/>
        <w:rPr>
          <w:lang w:val="de-DE"/>
        </w:rPr>
      </w:pPr>
      <w:r>
        <w:rPr>
          <w:lang w:val="de-DE"/>
        </w:rPr>
        <w:t>- Unterstützung bei der Entwicklung von Templates und Leitfäden für die Auswahl und Einstellung von Personal</w:t>
      </w:r>
    </w:p>
    <w:p w14:paraId="4E980850" w14:textId="77777777" w:rsidR="00426555" w:rsidRDefault="00426555" w:rsidP="00527473">
      <w:pPr>
        <w:spacing w:after="0"/>
        <w:rPr>
          <w:lang w:val="de-DE"/>
        </w:rPr>
      </w:pPr>
      <w:r>
        <w:rPr>
          <w:lang w:val="de-DE"/>
        </w:rPr>
        <w:t>- Entwicklung und Umsetzung von Maßnahmen zur Verbesserung der geografischen Ausgewogenheit des Personals der Kommission</w:t>
      </w:r>
    </w:p>
    <w:p w14:paraId="2BE34DBA" w14:textId="10FCD60A" w:rsidR="00A95A44" w:rsidRPr="00A95A44" w:rsidRDefault="00426555" w:rsidP="00527473">
      <w:pPr>
        <w:spacing w:after="0"/>
        <w:rPr>
          <w:lang w:val="de-DE"/>
        </w:rPr>
      </w:pPr>
      <w:r>
        <w:rPr>
          <w:lang w:val="de-DE"/>
        </w:rPr>
        <w:t>- Mitarbeit in den Teams, die sich mit geografischer Ausgewogenheit und externer Kommunikation befassen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605F6052" w14:textId="77777777" w:rsidR="00426555" w:rsidRDefault="00426555" w:rsidP="00527473">
      <w:pPr>
        <w:spacing w:after="0"/>
        <w:rPr>
          <w:lang w:val="en-US"/>
        </w:rPr>
      </w:pPr>
      <w:r>
        <w:rPr>
          <w:lang w:val="en-US"/>
        </w:rPr>
        <w:t>Wir suchen</w:t>
      </w:r>
    </w:p>
    <w:p w14:paraId="3718F098" w14:textId="77777777" w:rsidR="00426555" w:rsidRDefault="00426555" w:rsidP="00527473">
      <w:pPr>
        <w:spacing w:after="0"/>
        <w:rPr>
          <w:lang w:val="en-US"/>
        </w:rPr>
      </w:pPr>
      <w:r>
        <w:rPr>
          <w:lang w:val="en-US"/>
        </w:rPr>
        <w:t xml:space="preserve">Wir suchen einen erfahrenen Policy Officer, der in verschiedenen Teams zusammenarbeiten kann. Wir suchen einen motivierten Kollegen, der daran interessiert ist, die Arbeit an der geografischen Ausgewogenheit sowohl aus einer Prozess- als auch aus einer Kommunikationsperspektive zu unterstützen. </w:t>
      </w:r>
    </w:p>
    <w:p w14:paraId="7A779777" w14:textId="77777777" w:rsidR="00426555" w:rsidRDefault="00426555" w:rsidP="00527473">
      <w:pPr>
        <w:spacing w:after="0"/>
        <w:rPr>
          <w:lang w:val="en-US"/>
        </w:rPr>
      </w:pPr>
      <w:r>
        <w:rPr>
          <w:lang w:val="en-US"/>
        </w:rPr>
        <w:t>Ideale Anforderungen an den Bewerber:</w:t>
      </w:r>
    </w:p>
    <w:p w14:paraId="248EA13A" w14:textId="77777777" w:rsidR="00426555" w:rsidRDefault="00426555" w:rsidP="00527473">
      <w:pPr>
        <w:spacing w:after="0"/>
        <w:rPr>
          <w:lang w:val="en-US"/>
        </w:rPr>
      </w:pPr>
      <w:r>
        <w:rPr>
          <w:lang w:val="en-US"/>
        </w:rPr>
        <w:t>-</w:t>
      </w:r>
      <w:r>
        <w:rPr>
          <w:lang w:val="en-US"/>
        </w:rPr>
        <w:tab/>
        <w:t>Verständnis der politischen Dynamik des geografischen Ausgewogenheit und der Auswirkungen auf Einstellung und Auswahl</w:t>
      </w:r>
    </w:p>
    <w:p w14:paraId="6479D4A3" w14:textId="77777777" w:rsidR="00426555" w:rsidRDefault="00426555" w:rsidP="00527473">
      <w:pPr>
        <w:spacing w:after="0"/>
        <w:rPr>
          <w:lang w:val="en-US"/>
        </w:rPr>
      </w:pPr>
      <w:r>
        <w:rPr>
          <w:lang w:val="en-US"/>
        </w:rPr>
        <w:t>-</w:t>
      </w:r>
      <w:r>
        <w:rPr>
          <w:lang w:val="en-US"/>
        </w:rPr>
        <w:tab/>
        <w:t xml:space="preserve">Fähigkeit, in einem politisch sensiblen Umfeld zu arbeiten </w:t>
      </w:r>
    </w:p>
    <w:p w14:paraId="6FE083F9" w14:textId="77777777" w:rsidR="00426555" w:rsidRDefault="00426555" w:rsidP="00527473">
      <w:pPr>
        <w:spacing w:after="0"/>
        <w:rPr>
          <w:lang w:val="en-US"/>
        </w:rPr>
      </w:pPr>
      <w:r>
        <w:rPr>
          <w:lang w:val="en-US"/>
        </w:rPr>
        <w:t>-</w:t>
      </w:r>
      <w:r>
        <w:rPr>
          <w:lang w:val="en-US"/>
        </w:rPr>
        <w:tab/>
        <w:t>Verständnis der Auswahl- und Einstellungsabläufe und ihrer Auswirkungen auf alle Beteiligten, einschließlich ihrer Gestaltung und Umsetzung. Diese Kenntnisse ermöglichen es dem Grundsatzreferenten, Ineffizienzen oder Lücken in den derzeitigen Verfahren zu erkennen.</w:t>
      </w:r>
    </w:p>
    <w:p w14:paraId="458DDB48" w14:textId="77777777" w:rsidR="00426555" w:rsidRDefault="00426555" w:rsidP="00527473">
      <w:pPr>
        <w:spacing w:after="0"/>
        <w:rPr>
          <w:lang w:val="en-US"/>
        </w:rPr>
      </w:pPr>
      <w:r>
        <w:rPr>
          <w:lang w:val="en-US"/>
        </w:rPr>
        <w:t>-</w:t>
      </w:r>
      <w:r>
        <w:rPr>
          <w:lang w:val="en-US"/>
        </w:rPr>
        <w:tab/>
        <w:t>Frühere Erfahrungen im Personalwesen, insbesondere bei der Auswahl und Einstellung, sind von Vorteil, ebenso wie Erfahrungen in der (HR-)Kommunikation</w:t>
      </w:r>
    </w:p>
    <w:p w14:paraId="31C04A2A" w14:textId="77777777" w:rsidR="00426555" w:rsidRDefault="00426555" w:rsidP="00527473">
      <w:pPr>
        <w:spacing w:after="0"/>
        <w:rPr>
          <w:lang w:val="en-US"/>
        </w:rPr>
      </w:pPr>
      <w:r>
        <w:rPr>
          <w:lang w:val="en-US"/>
        </w:rPr>
        <w:t>-</w:t>
      </w:r>
      <w:r>
        <w:rPr>
          <w:lang w:val="en-US"/>
        </w:rPr>
        <w:tab/>
        <w:t>Fähigkeit, selbständig zu arbeiten und mit Druck effektiv umzugehen</w:t>
      </w:r>
    </w:p>
    <w:p w14:paraId="23FFF405" w14:textId="77777777" w:rsidR="00426555" w:rsidRDefault="00426555" w:rsidP="00527473">
      <w:pPr>
        <w:spacing w:after="0"/>
        <w:rPr>
          <w:lang w:val="en-US"/>
        </w:rPr>
      </w:pPr>
      <w:r>
        <w:rPr>
          <w:lang w:val="en-US"/>
        </w:rPr>
        <w:t>-</w:t>
      </w:r>
      <w:r>
        <w:rPr>
          <w:lang w:val="en-US"/>
        </w:rPr>
        <w:tab/>
        <w:t>gute schriftliche Ausdrucksfähigkeit und die Fähigkeit, klar und präzise zu schreiben</w:t>
      </w:r>
    </w:p>
    <w:p w14:paraId="7DFF067A" w14:textId="2D413664" w:rsidR="00792E59" w:rsidRPr="00A10C67" w:rsidRDefault="00426555" w:rsidP="00527473">
      <w:pPr>
        <w:spacing w:after="0"/>
        <w:rPr>
          <w:lang w:val="en-US"/>
        </w:rPr>
      </w:pPr>
      <w:r>
        <w:rPr>
          <w:lang w:val="en-US"/>
        </w:rPr>
        <w:t>-</w:t>
      </w:r>
      <w:r>
        <w:rPr>
          <w:lang w:val="en-US"/>
        </w:rPr>
        <w:tab/>
        <w:t>Die Hauptarbeitssprache ist Englisch, dessen Beherrschung sowohl in der schriftlichen als auch in der mündlichen Kommunikation erforderlich ist.</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lastRenderedPageBreak/>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lastRenderedPageBreak/>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426555"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426555"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426555"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426555"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426555"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426555"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426555"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426555"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426555"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426555"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26555"/>
    <w:rsid w:val="00441699"/>
    <w:rsid w:val="0044242B"/>
    <w:rsid w:val="004571A6"/>
    <w:rsid w:val="00490E75"/>
    <w:rsid w:val="00497DBA"/>
    <w:rsid w:val="004D46F1"/>
    <w:rsid w:val="004E22C5"/>
    <w:rsid w:val="005133CC"/>
    <w:rsid w:val="00513D14"/>
    <w:rsid w:val="005172A3"/>
    <w:rsid w:val="00527473"/>
    <w:rsid w:val="0053130B"/>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C244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8241E925-07A8-43E5-960D-57A2E8D9FFD2}"/>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9</Pages>
  <Words>4339</Words>
  <Characters>24738</Characters>
  <Application>Microsoft Office Word</Application>
  <DocSecurity>4</DocSecurity>
  <PresentationFormat>Microsoft Word 14.0</PresentationFormat>
  <Lines>206</Lines>
  <Paragraphs>58</Paragraphs>
  <ScaleCrop>true</ScaleCrop>
  <Company/>
  <LinksUpToDate>false</LinksUpToDate>
  <CharactersWithSpaces>29019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2026-01-14T10:37:00Z</dcterms:created>
  <dcterms:modified xsi:type="dcterms:W3CDTF">2026-01-14T10:37:00Z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